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4EA5E7F-856E-4390-A053-572D5847BF92}"/>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